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413876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Δ</w:t>
            </w:r>
            <w:bookmarkStart w:id="0" w:name="_GoBack"/>
            <w:bookmarkEnd w:id="0"/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111DC3" w:rsidRDefault="00633A63" w:rsidP="0041387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413876" w:rsidRPr="0041387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Δ8</w:t>
            </w:r>
            <w:r w:rsidR="00111DC3" w:rsidRPr="00111DC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-</w:t>
            </w:r>
            <w:r w:rsidR="00111DC3" w:rsidRPr="00111DC3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="00413876" w:rsidRPr="00413876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>Ο2.Ε50 Μονάδα Αποθήκευσης Τύπου 08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413876" w:rsidRPr="00DF25B3" w:rsidTr="00941605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876" w:rsidRPr="005019CC" w:rsidRDefault="00413876" w:rsidP="00413876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Τύπος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>: Solid State Disk (SSD)</w:t>
            </w:r>
          </w:p>
        </w:tc>
        <w:tc>
          <w:tcPr>
            <w:tcW w:w="1441" w:type="dxa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413876" w:rsidRPr="00DF25B3" w:rsidTr="00941605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876" w:rsidRPr="00DF25B3" w:rsidRDefault="00413876" w:rsidP="004138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Μέγεθος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form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factor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): 2.5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inch</w:t>
            </w:r>
            <w:proofErr w:type="spellEnd"/>
          </w:p>
        </w:tc>
        <w:tc>
          <w:tcPr>
            <w:tcW w:w="1441" w:type="dxa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413876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876" w:rsidRPr="00DF25B3" w:rsidRDefault="00413876" w:rsidP="004138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Χωρητικότητα &gt;= 500 GB</w:t>
            </w:r>
          </w:p>
        </w:tc>
        <w:tc>
          <w:tcPr>
            <w:tcW w:w="1441" w:type="dxa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413876" w:rsidRPr="00DF25B3" w:rsidTr="00941605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876" w:rsidRPr="00FE320D" w:rsidRDefault="00413876" w:rsidP="004138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Ταχύτητα διαδοχικής ανάγνωσης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sequential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read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speed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): έως τουλάχιστον 560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/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</w:t>
            </w:r>
          </w:p>
        </w:tc>
        <w:tc>
          <w:tcPr>
            <w:tcW w:w="1441" w:type="dxa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413876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876" w:rsidRPr="00FE320D" w:rsidRDefault="00413876" w:rsidP="004138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Ταχύτητα διαδοχικής εγγραφής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sequential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write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speed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): έως τουλάχιστον 530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/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</w:t>
            </w:r>
          </w:p>
        </w:tc>
        <w:tc>
          <w:tcPr>
            <w:tcW w:w="1441" w:type="dxa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413876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876" w:rsidRPr="00FE320D" w:rsidRDefault="00413876" w:rsidP="004138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Ταχύτητα τυχαίας ανάγνωσης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random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read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speed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- 4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KB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QD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32): έως τουλάχιστον 98.000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IOPS</w:t>
            </w:r>
          </w:p>
        </w:tc>
        <w:tc>
          <w:tcPr>
            <w:tcW w:w="1441" w:type="dxa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413876" w:rsidRPr="00EF62A6" w:rsidTr="00941605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876" w:rsidRPr="00FE320D" w:rsidRDefault="00413876" w:rsidP="004138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Ταχύτητα τυχαίας εγγραφής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random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write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speed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- 4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KB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QD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32): έως τουλάχιστον 88.000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IOPS</w:t>
            </w:r>
          </w:p>
        </w:tc>
        <w:tc>
          <w:tcPr>
            <w:tcW w:w="1441" w:type="dxa"/>
          </w:tcPr>
          <w:p w:rsidR="00413876" w:rsidRPr="00EF62A6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413876" w:rsidRPr="00EF62A6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413876" w:rsidRPr="00EF62A6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413876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876" w:rsidRPr="00FE320D" w:rsidRDefault="00413876" w:rsidP="004138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Ταχύτητα τυχαίας ανάγνωσης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random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read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speed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- 4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KB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QD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1): έως τουλάχιστον 13.000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IOPS</w:t>
            </w:r>
          </w:p>
        </w:tc>
        <w:tc>
          <w:tcPr>
            <w:tcW w:w="1441" w:type="dxa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413876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876" w:rsidRPr="00FE320D" w:rsidRDefault="00413876" w:rsidP="004138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Ταχύτητα τυχαίας εγγραφής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random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write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speed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- 4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KB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,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QD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1): έως τουλάχιστον 36.000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IOPS</w:t>
            </w:r>
          </w:p>
        </w:tc>
        <w:tc>
          <w:tcPr>
            <w:tcW w:w="1441" w:type="dxa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413876" w:rsidRPr="00DF25B3" w:rsidTr="00941605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876" w:rsidRPr="005019CC" w:rsidRDefault="00413876" w:rsidP="00413876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Διεπαφή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(interface): SATA 6 Gb/s (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συμβατότητα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με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SATA 3 Gb/s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και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SATA 1.5 Gb/s)</w:t>
            </w:r>
          </w:p>
        </w:tc>
        <w:tc>
          <w:tcPr>
            <w:tcW w:w="1441" w:type="dxa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413876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876" w:rsidRPr="00FE320D" w:rsidRDefault="00413876" w:rsidP="004138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Είδος μνήμης αποθήκευσης: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V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-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NAND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3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bit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MLC</w:t>
            </w:r>
          </w:p>
        </w:tc>
        <w:tc>
          <w:tcPr>
            <w:tcW w:w="1441" w:type="dxa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413876" w:rsidRPr="00633A6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413876" w:rsidRPr="00633A63" w:rsidRDefault="00413876" w:rsidP="004138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876" w:rsidRPr="005019CC" w:rsidRDefault="00413876" w:rsidP="00413876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Μνήμη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cache &gt;= 512 MB Low Power DDR4 SDRAM</w:t>
            </w:r>
          </w:p>
        </w:tc>
        <w:tc>
          <w:tcPr>
            <w:tcW w:w="1441" w:type="dxa"/>
          </w:tcPr>
          <w:p w:rsidR="00413876" w:rsidRDefault="00413876" w:rsidP="00413876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413876" w:rsidRPr="00633A6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413876" w:rsidRPr="00633A6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</w:p>
        </w:tc>
      </w:tr>
      <w:tr w:rsidR="00413876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413876" w:rsidRPr="00633A63" w:rsidRDefault="00413876" w:rsidP="004138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876" w:rsidRPr="00DF25B3" w:rsidRDefault="00413876" w:rsidP="004138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Υποστήριξη TRIM</w:t>
            </w:r>
          </w:p>
        </w:tc>
        <w:tc>
          <w:tcPr>
            <w:tcW w:w="1441" w:type="dxa"/>
          </w:tcPr>
          <w:p w:rsidR="00413876" w:rsidRDefault="00413876" w:rsidP="00413876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413876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413876" w:rsidRPr="00633A63" w:rsidRDefault="00413876" w:rsidP="004138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876" w:rsidRPr="00FE320D" w:rsidRDefault="00413876" w:rsidP="004138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Υποστήριξη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.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.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A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.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R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.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T</w:t>
            </w:r>
          </w:p>
        </w:tc>
        <w:tc>
          <w:tcPr>
            <w:tcW w:w="1441" w:type="dxa"/>
          </w:tcPr>
          <w:p w:rsidR="00413876" w:rsidRDefault="00413876" w:rsidP="00413876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413876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413876" w:rsidRPr="00633A63" w:rsidRDefault="00413876" w:rsidP="004138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876" w:rsidRPr="00DF25B3" w:rsidRDefault="00413876" w:rsidP="004138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Υποστήριξη DEVICE SLEEP MODE</w:t>
            </w:r>
          </w:p>
        </w:tc>
        <w:tc>
          <w:tcPr>
            <w:tcW w:w="1441" w:type="dxa"/>
          </w:tcPr>
          <w:p w:rsidR="00413876" w:rsidRDefault="00413876" w:rsidP="00413876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413876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413876" w:rsidRPr="00633A63" w:rsidRDefault="00413876" w:rsidP="004138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16</w:t>
            </w:r>
          </w:p>
          <w:p w:rsidR="00413876" w:rsidRPr="00633A63" w:rsidRDefault="00413876" w:rsidP="004138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876" w:rsidRPr="00413876" w:rsidRDefault="00413876" w:rsidP="00413876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Υποστήριξη</w:t>
            </w:r>
            <w:r w:rsidRPr="00413876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κρυπτογράφησης</w:t>
            </w:r>
            <w:r w:rsidRPr="00413876">
              <w:rPr>
                <w:rFonts w:ascii="Arial" w:hAnsi="Arial" w:cs="Arial"/>
                <w:color w:val="000000"/>
                <w:lang w:val="en-US" w:eastAsia="el-GR"/>
              </w:rPr>
              <w:t xml:space="preserve"> (encryption): AES 256-bit (Class 0), TCG Opal, IEEE 1667</w:t>
            </w:r>
          </w:p>
        </w:tc>
        <w:tc>
          <w:tcPr>
            <w:tcW w:w="1441" w:type="dxa"/>
          </w:tcPr>
          <w:p w:rsidR="00413876" w:rsidRDefault="00413876" w:rsidP="00413876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413876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413876" w:rsidRPr="00633A63" w:rsidRDefault="00413876" w:rsidP="004138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876" w:rsidRPr="005019CC" w:rsidRDefault="00413876" w:rsidP="00413876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Υποστήριξη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Automatic GARBAGE COLLECTION (GC)</w:t>
            </w:r>
          </w:p>
        </w:tc>
        <w:tc>
          <w:tcPr>
            <w:tcW w:w="1441" w:type="dxa"/>
          </w:tcPr>
          <w:p w:rsidR="00413876" w:rsidRDefault="00413876" w:rsidP="00413876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413876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413876" w:rsidRPr="00633A63" w:rsidRDefault="00413876" w:rsidP="004138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876" w:rsidRPr="005019CC" w:rsidRDefault="00413876" w:rsidP="00413876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Αξιοπιστία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(Mean Time Between Failures - MTBF) &gt;= 1,5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εκατομμύριο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ώρες</w:t>
            </w:r>
          </w:p>
        </w:tc>
        <w:tc>
          <w:tcPr>
            <w:tcW w:w="1441" w:type="dxa"/>
          </w:tcPr>
          <w:p w:rsidR="00413876" w:rsidRDefault="00413876" w:rsidP="00413876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413876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413876" w:rsidRPr="00633A63" w:rsidRDefault="00413876" w:rsidP="004138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t>19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876" w:rsidRPr="00FE320D" w:rsidRDefault="00413876" w:rsidP="004138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περιλαμβάνεται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tray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μετατροπής 3.5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inch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σε 2.5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inch</w:t>
            </w:r>
            <w:proofErr w:type="spellEnd"/>
          </w:p>
        </w:tc>
        <w:tc>
          <w:tcPr>
            <w:tcW w:w="1441" w:type="dxa"/>
          </w:tcPr>
          <w:p w:rsidR="00413876" w:rsidRDefault="00413876" w:rsidP="00413876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413876" w:rsidRPr="00DF25B3" w:rsidTr="00941605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413876" w:rsidRPr="00633A63" w:rsidRDefault="00413876" w:rsidP="0041387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val="en-US" w:eastAsia="el-GR"/>
              </w:rPr>
              <w:lastRenderedPageBreak/>
              <w:t>20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13876" w:rsidRPr="00FE320D" w:rsidRDefault="00413876" w:rsidP="00413876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παρέχεται εγγύηση καλής λειτουργίας &gt;= 5 ετών</w:t>
            </w:r>
          </w:p>
        </w:tc>
        <w:tc>
          <w:tcPr>
            <w:tcW w:w="1441" w:type="dxa"/>
          </w:tcPr>
          <w:p w:rsidR="00413876" w:rsidRDefault="00413876" w:rsidP="00413876">
            <w:r w:rsidRPr="003C36A9"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413876" w:rsidRPr="00DF25B3" w:rsidRDefault="00413876" w:rsidP="0041387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11DC3"/>
    <w:rsid w:val="0015565B"/>
    <w:rsid w:val="001E6292"/>
    <w:rsid w:val="002B7ED1"/>
    <w:rsid w:val="00406FB0"/>
    <w:rsid w:val="00413876"/>
    <w:rsid w:val="00633A63"/>
    <w:rsid w:val="00A40B4A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3DE58C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1</TotalTime>
  <Pages>2</Pages>
  <Words>227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2025-09-10T08:25:00Z</dcterms:created>
  <dcterms:modified xsi:type="dcterms:W3CDTF">2025-09-10T08:25:00Z</dcterms:modified>
</cp:coreProperties>
</file>